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AF069" w14:textId="6F5AB6BE" w:rsidR="00314A34" w:rsidRPr="00056C62" w:rsidRDefault="00056C62" w:rsidP="00056C62">
      <w:pPr>
        <w:pStyle w:val="affa"/>
      </w:pPr>
      <w:r w:rsidRPr="00056C62">
        <w:t>Приложение № 11</w:t>
      </w:r>
    </w:p>
    <w:p w14:paraId="4ED37EED" w14:textId="77777777" w:rsidR="00056C62" w:rsidRDefault="00056C62" w:rsidP="00056C62">
      <w:pPr>
        <w:pStyle w:val="affa"/>
      </w:pPr>
    </w:p>
    <w:p w14:paraId="6CE3B459" w14:textId="4B20B803" w:rsidR="00314A34" w:rsidRPr="00314A34" w:rsidRDefault="00314A34" w:rsidP="00056C62">
      <w:pPr>
        <w:pStyle w:val="affa"/>
      </w:pPr>
      <w:r w:rsidRPr="00314A34">
        <w:t>З</w:t>
      </w:r>
      <w:r w:rsidR="00FD30DE">
        <w:t xml:space="preserve">аявление </w:t>
      </w:r>
      <w:r w:rsidRPr="00314A34">
        <w:t>о самостоятельном осуществлении платежей</w:t>
      </w:r>
    </w:p>
    <w:p w14:paraId="768ABBE1" w14:textId="77777777" w:rsidR="00314A34" w:rsidRPr="00314A34" w:rsidRDefault="00314A34" w:rsidP="00056C62">
      <w:pPr>
        <w:pStyle w:val="affa"/>
      </w:pPr>
    </w:p>
    <w:p w14:paraId="287EB8CF" w14:textId="77777777" w:rsidR="00F33A8C" w:rsidRDefault="00F33A8C" w:rsidP="00056C62">
      <w:pPr>
        <w:pStyle w:val="affa"/>
      </w:pPr>
    </w:p>
    <w:p w14:paraId="131D8D65" w14:textId="77777777" w:rsidR="00301F04" w:rsidRDefault="00993FA1" w:rsidP="00C92C2C">
      <w:pPr>
        <w:pStyle w:val="24"/>
      </w:pPr>
      <w:r>
        <w:t>№ ____ от</w:t>
      </w:r>
      <w:r w:rsidR="00C92C2C" w:rsidRPr="00C92C2C">
        <w:t>_____/_____/_____г.</w:t>
      </w:r>
    </w:p>
    <w:p w14:paraId="6FC60BF1" w14:textId="77777777" w:rsidR="00C92C2C" w:rsidRDefault="00C92C2C" w:rsidP="00C92C2C">
      <w:pPr>
        <w:pStyle w:val="24"/>
      </w:pPr>
    </w:p>
    <w:p w14:paraId="1BC51BDB" w14:textId="77777777" w:rsidR="00301F04" w:rsidRDefault="00301F04" w:rsidP="009F629D">
      <w:pPr>
        <w:pStyle w:val="af5"/>
      </w:pPr>
      <w:r>
        <w:t>Сведения о клиенте:</w:t>
      </w:r>
    </w:p>
    <w:p w14:paraId="73CA6B69" w14:textId="77777777" w:rsidR="00301F04" w:rsidRDefault="00301F04" w:rsidP="00993FA1">
      <w:pPr>
        <w:pStyle w:val="af3"/>
      </w:pPr>
      <w:r>
        <w:t>ФИО / Наименование _______________________________________________________</w:t>
      </w:r>
      <w:r w:rsidR="00993FA1">
        <w:t>_______</w:t>
      </w:r>
      <w:r>
        <w:t>________________</w:t>
      </w:r>
    </w:p>
    <w:p w14:paraId="37878698" w14:textId="77777777" w:rsidR="00301F04" w:rsidRDefault="00301F04" w:rsidP="00993FA1">
      <w:pPr>
        <w:pStyle w:val="af3"/>
      </w:pPr>
      <w:r>
        <w:t>Инвестиционный счет №:</w:t>
      </w:r>
      <w:r>
        <w:tab/>
        <w:t xml:space="preserve">__________________________________ </w:t>
      </w:r>
      <w:r w:rsidRPr="00053E45">
        <w:t>№ и дата договора:</w:t>
      </w:r>
      <w:r>
        <w:t xml:space="preserve"> ________________________</w:t>
      </w:r>
    </w:p>
    <w:p w14:paraId="65433AFA" w14:textId="77777777" w:rsidR="006F7EA6" w:rsidRDefault="006F7EA6" w:rsidP="00293685">
      <w:pPr>
        <w:pStyle w:val="af1"/>
      </w:pPr>
    </w:p>
    <w:p w14:paraId="29F73152" w14:textId="77777777" w:rsidR="00FD30DE" w:rsidRDefault="00FD30DE" w:rsidP="00314A34">
      <w:pPr>
        <w:pStyle w:val="ConsNormal"/>
        <w:tabs>
          <w:tab w:val="left" w:pos="468"/>
        </w:tabs>
        <w:ind w:left="-78" w:right="0" w:firstLine="0"/>
        <w:jc w:val="both"/>
        <w:rPr>
          <w:rFonts w:ascii="Calibri" w:hAnsi="Calibri" w:cs="Calibri"/>
        </w:rPr>
      </w:pPr>
    </w:p>
    <w:p w14:paraId="2CC7242D" w14:textId="77777777" w:rsidR="00FD30DE" w:rsidRDefault="00FD30DE" w:rsidP="00314A34">
      <w:pPr>
        <w:pStyle w:val="ConsNormal"/>
        <w:tabs>
          <w:tab w:val="left" w:pos="468"/>
        </w:tabs>
        <w:ind w:left="-78" w:right="0" w:firstLine="0"/>
        <w:jc w:val="both"/>
        <w:rPr>
          <w:rFonts w:ascii="Calibri" w:hAnsi="Calibri" w:cs="Calibri"/>
        </w:rPr>
      </w:pPr>
    </w:p>
    <w:p w14:paraId="59589EE6" w14:textId="5672F531" w:rsidR="00314A34" w:rsidRPr="00FD30DE" w:rsidRDefault="00314A34" w:rsidP="00314A34">
      <w:pPr>
        <w:pStyle w:val="ConsNormal"/>
        <w:tabs>
          <w:tab w:val="left" w:pos="468"/>
        </w:tabs>
        <w:ind w:left="-78" w:right="0" w:firstLine="0"/>
        <w:jc w:val="both"/>
        <w:rPr>
          <w:rFonts w:eastAsia="Arial"/>
          <w:color w:val="262626" w:themeColor="text1" w:themeTint="D9"/>
          <w:szCs w:val="22"/>
          <w:lang w:eastAsia="en-US"/>
        </w:rPr>
      </w:pPr>
      <w:r w:rsidRPr="00FD30DE">
        <w:rPr>
          <w:rFonts w:eastAsia="Arial"/>
          <w:color w:val="262626" w:themeColor="text1" w:themeTint="D9"/>
          <w:szCs w:val="22"/>
          <w:lang w:eastAsia="en-US"/>
        </w:rPr>
        <w:t>Прошу предоставить возможность самостоятельного осуществления платежей в счет оплаты услуг и расходов АО «Прайм Брокерский Сервис» в случаях, установленных Регламентом сервисов</w:t>
      </w:r>
      <w:r w:rsidR="00FD30DE">
        <w:rPr>
          <w:rFonts w:eastAsia="Arial"/>
          <w:color w:val="262626" w:themeColor="text1" w:themeTint="D9"/>
          <w:szCs w:val="22"/>
          <w:lang w:eastAsia="en-US"/>
        </w:rPr>
        <w:t xml:space="preserve"> на</w:t>
      </w:r>
      <w:r w:rsidRPr="00FD30DE">
        <w:rPr>
          <w:rFonts w:eastAsia="Arial"/>
          <w:color w:val="262626" w:themeColor="text1" w:themeTint="D9"/>
          <w:szCs w:val="22"/>
          <w:lang w:eastAsia="en-US"/>
        </w:rPr>
        <w:t xml:space="preserve"> </w:t>
      </w:r>
      <w:r w:rsidR="00FD30DE" w:rsidRPr="00FD30DE">
        <w:rPr>
          <w:rFonts w:eastAsia="Arial"/>
          <w:color w:val="262626" w:themeColor="text1" w:themeTint="D9"/>
          <w:szCs w:val="22"/>
          <w:lang w:eastAsia="en-US"/>
        </w:rPr>
        <w:t xml:space="preserve">финансовых рынках АО </w:t>
      </w:r>
      <w:r w:rsidRPr="00FD30DE">
        <w:rPr>
          <w:rFonts w:eastAsia="Arial"/>
          <w:color w:val="262626" w:themeColor="text1" w:themeTint="D9"/>
          <w:szCs w:val="22"/>
          <w:lang w:eastAsia="en-US"/>
        </w:rPr>
        <w:t>«</w:t>
      </w:r>
      <w:r w:rsidR="00FD30DE">
        <w:rPr>
          <w:rFonts w:eastAsia="Arial"/>
          <w:color w:val="262626" w:themeColor="text1" w:themeTint="D9"/>
          <w:szCs w:val="22"/>
          <w:lang w:eastAsia="en-US"/>
        </w:rPr>
        <w:t>ПБС</w:t>
      </w:r>
      <w:r w:rsidRPr="00FD30DE">
        <w:rPr>
          <w:rFonts w:eastAsia="Arial"/>
          <w:color w:val="262626" w:themeColor="text1" w:themeTint="D9"/>
          <w:szCs w:val="22"/>
          <w:lang w:eastAsia="en-US"/>
        </w:rPr>
        <w:t xml:space="preserve">» /Условиями осуществления депозитарной деятельности </w:t>
      </w:r>
      <w:r w:rsidR="00FD30DE" w:rsidRPr="00FD30DE">
        <w:rPr>
          <w:rFonts w:eastAsia="Arial"/>
          <w:color w:val="262626" w:themeColor="text1" w:themeTint="D9"/>
          <w:szCs w:val="22"/>
          <w:lang w:eastAsia="en-US"/>
        </w:rPr>
        <w:t>АО «</w:t>
      </w:r>
      <w:r w:rsidR="00FD30DE">
        <w:rPr>
          <w:rFonts w:eastAsia="Arial"/>
          <w:color w:val="262626" w:themeColor="text1" w:themeTint="D9"/>
          <w:szCs w:val="22"/>
          <w:lang w:eastAsia="en-US"/>
        </w:rPr>
        <w:t>ПБС</w:t>
      </w:r>
      <w:r w:rsidR="00FD30DE" w:rsidRPr="00FD30DE">
        <w:rPr>
          <w:rFonts w:eastAsia="Arial"/>
          <w:color w:val="262626" w:themeColor="text1" w:themeTint="D9"/>
          <w:szCs w:val="22"/>
          <w:lang w:eastAsia="en-US"/>
        </w:rPr>
        <w:t>»</w:t>
      </w:r>
      <w:r w:rsidRPr="00FD30DE">
        <w:rPr>
          <w:rFonts w:eastAsia="Arial"/>
          <w:color w:val="262626" w:themeColor="text1" w:themeTint="D9"/>
          <w:szCs w:val="22"/>
          <w:lang w:eastAsia="en-US"/>
        </w:rPr>
        <w:t xml:space="preserve">. </w:t>
      </w:r>
    </w:p>
    <w:p w14:paraId="37D4BFF0" w14:textId="77777777" w:rsidR="00314A34" w:rsidRDefault="00314A34" w:rsidP="00314A34">
      <w:pPr>
        <w:tabs>
          <w:tab w:val="left" w:pos="3978"/>
        </w:tabs>
        <w:rPr>
          <w:rFonts w:ascii="Calibri" w:hAnsi="Calibri" w:cs="Calibri"/>
          <w:b/>
          <w:sz w:val="20"/>
          <w:szCs w:val="20"/>
        </w:rPr>
      </w:pPr>
    </w:p>
    <w:p w14:paraId="552F493A" w14:textId="77777777" w:rsidR="00993FA1" w:rsidRDefault="00993FA1" w:rsidP="00993FA1">
      <w:pPr>
        <w:pStyle w:val="af3"/>
      </w:pPr>
    </w:p>
    <w:p w14:paraId="14E12D8B" w14:textId="77777777" w:rsidR="00FD30DE" w:rsidRDefault="00FD30DE" w:rsidP="00993FA1">
      <w:pPr>
        <w:pStyle w:val="af3"/>
      </w:pPr>
    </w:p>
    <w:p w14:paraId="12190C8A" w14:textId="5F662770" w:rsidR="007A3BA7" w:rsidRDefault="007A3BA7" w:rsidP="00993FA1">
      <w:pPr>
        <w:pStyle w:val="af3"/>
      </w:pPr>
      <w:r>
        <w:t xml:space="preserve">Подпись </w:t>
      </w:r>
      <w:r w:rsidR="00FD30DE">
        <w:t xml:space="preserve">представителя </w:t>
      </w:r>
      <w:r>
        <w:t>Клиента ________________________ /_____________________/ Дата ____/_____/_____</w:t>
      </w:r>
    </w:p>
    <w:p w14:paraId="6602D522" w14:textId="77777777" w:rsidR="00F65365" w:rsidRDefault="007A3BA7" w:rsidP="00993FA1">
      <w:pPr>
        <w:pStyle w:val="afff0"/>
      </w:pP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482FCF">
        <w:t xml:space="preserve">(Подпись) </w:t>
      </w:r>
      <w:r w:rsidRPr="00482FCF">
        <w:tab/>
      </w:r>
      <w:r w:rsidRPr="00482FCF">
        <w:tab/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2FCF">
        <w:tab/>
      </w:r>
      <w:r>
        <w:t xml:space="preserve"> </w:t>
      </w:r>
      <w:r w:rsidRPr="00482FCF">
        <w:t xml:space="preserve">     (ФИО</w:t>
      </w:r>
      <w:r>
        <w:t xml:space="preserve">) </w:t>
      </w:r>
    </w:p>
    <w:p w14:paraId="5F53516A" w14:textId="77777777" w:rsidR="00FD30DE" w:rsidRDefault="00FD30DE" w:rsidP="00F65365">
      <w:pPr>
        <w:pStyle w:val="af1"/>
      </w:pPr>
    </w:p>
    <w:p w14:paraId="07221989" w14:textId="77777777" w:rsidR="00FD30DE" w:rsidRDefault="00FD30DE" w:rsidP="00F65365">
      <w:pPr>
        <w:pStyle w:val="af1"/>
      </w:pPr>
    </w:p>
    <w:p w14:paraId="472CB77D" w14:textId="77777777" w:rsidR="00FD30DE" w:rsidRDefault="00FD30DE" w:rsidP="00F65365">
      <w:pPr>
        <w:pStyle w:val="af1"/>
      </w:pPr>
    </w:p>
    <w:p w14:paraId="537E430A" w14:textId="77777777" w:rsidR="00FD30DE" w:rsidRDefault="00FD30DE" w:rsidP="00F65365">
      <w:pPr>
        <w:pStyle w:val="af1"/>
      </w:pPr>
    </w:p>
    <w:p w14:paraId="39B97A07" w14:textId="423A593D" w:rsidR="00F65365" w:rsidRDefault="00F65365" w:rsidP="00F65365">
      <w:pPr>
        <w:pStyle w:val="af1"/>
      </w:pPr>
      <w:r>
        <w:t>Служебные отметки</w:t>
      </w:r>
    </w:p>
    <w:p w14:paraId="1B8B2F51" w14:textId="77777777" w:rsidR="00F65365" w:rsidRDefault="00F65365" w:rsidP="00F65365">
      <w:pPr>
        <w:pStyle w:val="af5"/>
      </w:pPr>
      <w:r>
        <w:t>Принято:</w:t>
      </w:r>
    </w:p>
    <w:tbl>
      <w:tblPr>
        <w:tblStyle w:val="14"/>
        <w:tblW w:w="0" w:type="auto"/>
        <w:tblLayout w:type="fixed"/>
        <w:tblLook w:val="04A0" w:firstRow="1" w:lastRow="0" w:firstColumn="1" w:lastColumn="0" w:noHBand="0" w:noVBand="1"/>
      </w:tblPr>
      <w:tblGrid>
        <w:gridCol w:w="3233"/>
        <w:gridCol w:w="3120"/>
        <w:gridCol w:w="4420"/>
      </w:tblGrid>
      <w:tr w:rsidR="00F65365" w:rsidRPr="001C0B46" w14:paraId="6BE6F90E" w14:textId="77777777" w:rsidTr="004732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3233" w:type="dxa"/>
          </w:tcPr>
          <w:p w14:paraId="45A308EC" w14:textId="77777777" w:rsidR="00F65365" w:rsidRPr="00C77EF1" w:rsidRDefault="00F65365" w:rsidP="00993FA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 xml:space="preserve">Дата получения </w:t>
            </w:r>
            <w:r w:rsidR="00993FA1">
              <w:rPr>
                <w:rFonts w:ascii="Arial" w:hAnsi="Arial" w:cs="Arial"/>
                <w:b/>
                <w:sz w:val="16"/>
                <w:szCs w:val="16"/>
              </w:rPr>
              <w:t>поручения</w:t>
            </w:r>
          </w:p>
        </w:tc>
        <w:tc>
          <w:tcPr>
            <w:tcW w:w="3120" w:type="dxa"/>
          </w:tcPr>
          <w:p w14:paraId="1A9A1F0D" w14:textId="77777777" w:rsidR="00F65365" w:rsidRPr="00C77EF1" w:rsidRDefault="00F65365" w:rsidP="00993FA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 xml:space="preserve">Время получения </w:t>
            </w:r>
            <w:r w:rsidR="00993FA1">
              <w:rPr>
                <w:rFonts w:ascii="Arial" w:hAnsi="Arial" w:cs="Arial"/>
                <w:b/>
                <w:sz w:val="16"/>
                <w:szCs w:val="16"/>
              </w:rPr>
              <w:t>поручения</w:t>
            </w:r>
          </w:p>
        </w:tc>
        <w:tc>
          <w:tcPr>
            <w:tcW w:w="4420" w:type="dxa"/>
          </w:tcPr>
          <w:p w14:paraId="25A5FCFB" w14:textId="77777777" w:rsidR="00F65365" w:rsidRPr="00C77EF1" w:rsidRDefault="00F65365" w:rsidP="00993FA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 xml:space="preserve">Сотрудник, принявший </w:t>
            </w:r>
            <w:r w:rsidR="00993FA1">
              <w:rPr>
                <w:rFonts w:ascii="Arial" w:hAnsi="Arial" w:cs="Arial"/>
                <w:b/>
                <w:sz w:val="16"/>
                <w:szCs w:val="16"/>
              </w:rPr>
              <w:t>поручение</w:t>
            </w:r>
          </w:p>
        </w:tc>
      </w:tr>
      <w:tr w:rsidR="00F65365" w:rsidRPr="001C0B46" w14:paraId="1A9BB66A" w14:textId="77777777" w:rsidTr="004732B4">
        <w:trPr>
          <w:trHeight w:val="450"/>
        </w:trPr>
        <w:tc>
          <w:tcPr>
            <w:tcW w:w="3233" w:type="dxa"/>
          </w:tcPr>
          <w:p w14:paraId="16ED800E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«___» _______________ 20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1C0B46">
              <w:rPr>
                <w:rFonts w:ascii="Arial" w:hAnsi="Arial" w:cs="Arial"/>
                <w:sz w:val="16"/>
                <w:szCs w:val="16"/>
              </w:rPr>
              <w:t>_</w:t>
            </w:r>
          </w:p>
        </w:tc>
        <w:tc>
          <w:tcPr>
            <w:tcW w:w="3120" w:type="dxa"/>
          </w:tcPr>
          <w:p w14:paraId="30565734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__:__:__</w:t>
            </w:r>
          </w:p>
        </w:tc>
        <w:tc>
          <w:tcPr>
            <w:tcW w:w="4420" w:type="dxa"/>
          </w:tcPr>
          <w:p w14:paraId="7B5C2F9E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_______________________________</w:t>
            </w:r>
          </w:p>
        </w:tc>
      </w:tr>
    </w:tbl>
    <w:p w14:paraId="62B1B747" w14:textId="77777777" w:rsidR="00F65365" w:rsidRPr="00976278" w:rsidRDefault="00F65365" w:rsidP="00F65365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  <w:rPr>
          <w:lang w:val="ru-RU"/>
        </w:rPr>
      </w:pPr>
    </w:p>
    <w:sectPr w:rsidR="00F65365" w:rsidRPr="00976278" w:rsidSect="008258A0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08" w:footer="689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CC425" w14:textId="77777777" w:rsidR="001B04AA" w:rsidRDefault="001B04AA">
      <w:r>
        <w:separator/>
      </w:r>
    </w:p>
  </w:endnote>
  <w:endnote w:type="continuationSeparator" w:id="0">
    <w:p w14:paraId="790A520C" w14:textId="77777777" w:rsidR="001B04AA" w:rsidRDefault="001B0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6566485"/>
      <w:docPartObj>
        <w:docPartGallery w:val="Page Numbers (Bottom of Page)"/>
        <w:docPartUnique/>
      </w:docPartObj>
    </w:sdtPr>
    <w:sdtEndPr>
      <w:rPr>
        <w:rStyle w:val="af8"/>
        <w:rFonts w:ascii="Arial" w:hAnsi="Arial" w:cs="Arial"/>
        <w:color w:val="7F7F7F" w:themeColor="text1" w:themeTint="80"/>
        <w:sz w:val="18"/>
        <w:szCs w:val="18"/>
      </w:rPr>
    </w:sdtEndPr>
    <w:sdtContent>
      <w:p w14:paraId="55F6DFD3" w14:textId="77777777" w:rsidR="00053E45" w:rsidRPr="00EF2710" w:rsidRDefault="00053E45" w:rsidP="00584CA6">
        <w:pPr>
          <w:pStyle w:val="ac"/>
          <w:spacing w:before="240"/>
          <w:jc w:val="right"/>
          <w:rPr>
            <w:rStyle w:val="af8"/>
          </w:rPr>
        </w:pPr>
        <w:r w:rsidRPr="00EF2710">
          <w:rPr>
            <w:rStyle w:val="af8"/>
            <w:noProof/>
            <w:lang w:eastAsia="ru-RU"/>
          </w:rPr>
          <w:drawing>
            <wp:anchor distT="0" distB="0" distL="114300" distR="114300" simplePos="0" relativeHeight="251660288" behindDoc="1" locked="0" layoutInCell="1" allowOverlap="0" wp14:anchorId="7D1038D1" wp14:editId="7260954C">
              <wp:simplePos x="0" y="0"/>
              <wp:positionH relativeFrom="column">
                <wp:posOffset>-510540</wp:posOffset>
              </wp:positionH>
              <wp:positionV relativeFrom="page">
                <wp:posOffset>9910445</wp:posOffset>
              </wp:positionV>
              <wp:extent cx="7861300" cy="146685"/>
              <wp:effectExtent l="0" t="0" r="0" b="5715"/>
              <wp:wrapNone/>
              <wp:docPr id="12" name="Рисунок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Rectangle 1416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61300" cy="1466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EF2710">
          <w:rPr>
            <w:rStyle w:val="af8"/>
          </w:rPr>
          <w:fldChar w:fldCharType="begin"/>
        </w:r>
        <w:r w:rsidRPr="00EF2710">
          <w:rPr>
            <w:rStyle w:val="af8"/>
          </w:rPr>
          <w:instrText>PAGE   \* MERGEFORMAT</w:instrText>
        </w:r>
        <w:r w:rsidRPr="00EF2710">
          <w:rPr>
            <w:rStyle w:val="af8"/>
          </w:rPr>
          <w:fldChar w:fldCharType="separate"/>
        </w:r>
        <w:r w:rsidR="00993FA1">
          <w:rPr>
            <w:rStyle w:val="af8"/>
            <w:noProof/>
          </w:rPr>
          <w:t>1</w:t>
        </w:r>
        <w:r w:rsidRPr="00EF2710">
          <w:rPr>
            <w:rStyle w:val="af8"/>
          </w:rPr>
          <w:fldChar w:fldCharType="end"/>
        </w:r>
      </w:p>
    </w:sdtContent>
  </w:sdt>
  <w:p w14:paraId="7AF5865A" w14:textId="77777777" w:rsidR="00053E45" w:rsidRDefault="00053E45">
    <w:pPr>
      <w:pStyle w:val="a5"/>
      <w:spacing w:line="14" w:lineRule="auto"/>
      <w:ind w:left="0" w:firstLine="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E38F5" w14:textId="5A9B163F" w:rsidR="00053E45" w:rsidRPr="001E00F5" w:rsidRDefault="00053E45">
    <w:pPr>
      <w:pStyle w:val="ac"/>
      <w:rPr>
        <w:sz w:val="16"/>
        <w:szCs w:val="16"/>
      </w:rPr>
    </w:pPr>
    <w:r w:rsidRPr="001E00F5">
      <w:rPr>
        <w:noProof/>
        <w:sz w:val="16"/>
        <w:szCs w:val="16"/>
        <w:lang w:eastAsia="ru-RU"/>
      </w:rPr>
      <w:drawing>
        <wp:anchor distT="0" distB="0" distL="114300" distR="114300" simplePos="0" relativeHeight="251664384" behindDoc="1" locked="0" layoutInCell="1" allowOverlap="0" wp14:anchorId="359787B6" wp14:editId="113E3407">
          <wp:simplePos x="0" y="0"/>
          <wp:positionH relativeFrom="column">
            <wp:posOffset>-487680</wp:posOffset>
          </wp:positionH>
          <wp:positionV relativeFrom="page">
            <wp:posOffset>9926955</wp:posOffset>
          </wp:positionV>
          <wp:extent cx="7861300" cy="146685"/>
          <wp:effectExtent l="0" t="0" r="6350" b="5715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300" cy="146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00F5" w:rsidRPr="001E00F5">
      <w:rPr>
        <w:sz w:val="16"/>
        <w:szCs w:val="16"/>
      </w:rPr>
      <w:t>1. Регистрационный номер, ISIN, или иной код ценной бумаги, позволяющий ее однозначно идентифицировать. В случае указания иного кода необходимо указать наименование организации, присвоившей код.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348BE" w14:textId="77777777" w:rsidR="001B04AA" w:rsidRDefault="001B04AA">
      <w:r>
        <w:separator/>
      </w:r>
    </w:p>
  </w:footnote>
  <w:footnote w:type="continuationSeparator" w:id="0">
    <w:p w14:paraId="51D858A9" w14:textId="77777777" w:rsidR="001B04AA" w:rsidRDefault="001B04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B05F0" w14:textId="77777777" w:rsidR="00053E45" w:rsidRDefault="00053E45">
    <w:pPr>
      <w:pStyle w:val="a5"/>
      <w:spacing w:line="14" w:lineRule="auto"/>
      <w:ind w:left="0"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6A766592" wp14:editId="5B238773">
          <wp:simplePos x="0" y="0"/>
          <wp:positionH relativeFrom="column">
            <wp:posOffset>-263</wp:posOffset>
          </wp:positionH>
          <wp:positionV relativeFrom="paragraph">
            <wp:posOffset>-93535</wp:posOffset>
          </wp:positionV>
          <wp:extent cx="6860432" cy="748411"/>
          <wp:effectExtent l="0" t="0" r="0" b="0"/>
          <wp:wrapTopAndBottom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45F9C68" w14:textId="77777777" w:rsidR="00053E45" w:rsidRDefault="00053E45">
    <w:pPr>
      <w:pStyle w:val="a5"/>
      <w:spacing w:line="14" w:lineRule="auto"/>
      <w:ind w:left="0" w:firstLine="0"/>
    </w:pPr>
  </w:p>
  <w:p w14:paraId="730021E9" w14:textId="77777777" w:rsidR="00053E45" w:rsidRDefault="00053E45">
    <w:pPr>
      <w:pStyle w:val="a5"/>
      <w:spacing w:line="14" w:lineRule="auto"/>
      <w:ind w:left="0" w:firstLine="0"/>
    </w:pPr>
  </w:p>
  <w:p w14:paraId="6721E991" w14:textId="77777777" w:rsidR="00053E45" w:rsidRDefault="00053E45">
    <w:pPr>
      <w:pStyle w:val="a5"/>
      <w:spacing w:line="14" w:lineRule="auto"/>
      <w:ind w:left="0" w:firstLine="0"/>
    </w:pPr>
  </w:p>
  <w:p w14:paraId="1B0A5EAF" w14:textId="77777777" w:rsidR="00053E45" w:rsidRDefault="00053E45">
    <w:pPr>
      <w:pStyle w:val="a5"/>
      <w:spacing w:line="14" w:lineRule="auto"/>
      <w:ind w:left="0" w:firstLine="0"/>
    </w:pPr>
  </w:p>
  <w:p w14:paraId="77DF0E7A" w14:textId="77777777" w:rsidR="00053E45" w:rsidRDefault="00053E45">
    <w:pPr>
      <w:pStyle w:val="a5"/>
      <w:spacing w:line="14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28307" w14:textId="77777777" w:rsidR="00053E45" w:rsidRDefault="00053E45">
    <w:pPr>
      <w:pStyle w:val="aa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7E4C69AF" wp14:editId="547F6020">
          <wp:simplePos x="0" y="0"/>
          <wp:positionH relativeFrom="column">
            <wp:posOffset>2965</wp:posOffset>
          </wp:positionH>
          <wp:positionV relativeFrom="paragraph">
            <wp:posOffset>-213995</wp:posOffset>
          </wp:positionV>
          <wp:extent cx="6860432" cy="748411"/>
          <wp:effectExtent l="0" t="0" r="0" b="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mso115"/>
      </v:shape>
    </w:pict>
  </w:numPicBullet>
  <w:abstractNum w:abstractNumId="0" w15:restartNumberingAfterBreak="0">
    <w:nsid w:val="064E06C5"/>
    <w:multiLevelType w:val="hybridMultilevel"/>
    <w:tmpl w:val="C2E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BAE"/>
    <w:multiLevelType w:val="hybridMultilevel"/>
    <w:tmpl w:val="1E9481AA"/>
    <w:lvl w:ilvl="0" w:tplc="D7B856A6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" w15:restartNumberingAfterBreak="0">
    <w:nsid w:val="0D5B0B7C"/>
    <w:multiLevelType w:val="hybridMultilevel"/>
    <w:tmpl w:val="65BE88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347"/>
    <w:multiLevelType w:val="multilevel"/>
    <w:tmpl w:val="714831A6"/>
    <w:lvl w:ilvl="0">
      <w:start w:val="1"/>
      <w:numFmt w:val="decimal"/>
      <w:pStyle w:val="4"/>
      <w:lvlText w:val="%1)"/>
      <w:lvlJc w:val="left"/>
      <w:pPr>
        <w:ind w:left="2486" w:hanging="360"/>
      </w:pPr>
    </w:lvl>
    <w:lvl w:ilvl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4" w15:restartNumberingAfterBreak="0">
    <w:nsid w:val="2B924879"/>
    <w:multiLevelType w:val="hybridMultilevel"/>
    <w:tmpl w:val="23D04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935"/>
    <w:multiLevelType w:val="hybridMultilevel"/>
    <w:tmpl w:val="93A0DA18"/>
    <w:lvl w:ilvl="0" w:tplc="56961612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6" w15:restartNumberingAfterBreak="0">
    <w:nsid w:val="312C2113"/>
    <w:multiLevelType w:val="hybridMultilevel"/>
    <w:tmpl w:val="0B7CD1E6"/>
    <w:lvl w:ilvl="0" w:tplc="1E305E28">
      <w:start w:val="1"/>
      <w:numFmt w:val="upperRoman"/>
      <w:pStyle w:val="a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592"/>
    <w:multiLevelType w:val="hybridMultilevel"/>
    <w:tmpl w:val="4BAA29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40591"/>
    <w:multiLevelType w:val="multilevel"/>
    <w:tmpl w:val="A37EAC04"/>
    <w:lvl w:ilvl="0">
      <w:start w:val="1"/>
      <w:numFmt w:val="bullet"/>
      <w:pStyle w:val="5"/>
      <w:lvlText w:val=""/>
      <w:lvlJc w:val="left"/>
      <w:pPr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42282830"/>
    <w:multiLevelType w:val="hybridMultilevel"/>
    <w:tmpl w:val="B346F626"/>
    <w:lvl w:ilvl="0" w:tplc="BE08AF78">
      <w:start w:val="1"/>
      <w:numFmt w:val="bullet"/>
      <w:pStyle w:val="-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A0880"/>
    <w:multiLevelType w:val="hybridMultilevel"/>
    <w:tmpl w:val="A364D926"/>
    <w:lvl w:ilvl="0" w:tplc="43DCC5C4">
      <w:numFmt w:val="bullet"/>
      <w:lvlText w:val=""/>
      <w:lvlJc w:val="left"/>
      <w:pPr>
        <w:ind w:left="788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541C54">
      <w:numFmt w:val="bullet"/>
      <w:pStyle w:val="a0"/>
      <w:lvlText w:val="•"/>
      <w:lvlJc w:val="left"/>
      <w:pPr>
        <w:ind w:left="1704" w:hanging="567"/>
      </w:pPr>
      <w:rPr>
        <w:rFonts w:hint="default"/>
        <w:lang w:val="ru-RU" w:eastAsia="en-US" w:bidi="ar-SA"/>
      </w:rPr>
    </w:lvl>
    <w:lvl w:ilvl="2" w:tplc="339A1886">
      <w:numFmt w:val="bullet"/>
      <w:lvlText w:val="•"/>
      <w:lvlJc w:val="left"/>
      <w:pPr>
        <w:ind w:left="2628" w:hanging="567"/>
      </w:pPr>
      <w:rPr>
        <w:rFonts w:hint="default"/>
        <w:lang w:val="ru-RU" w:eastAsia="en-US" w:bidi="ar-SA"/>
      </w:rPr>
    </w:lvl>
    <w:lvl w:ilvl="3" w:tplc="31FCE6DA">
      <w:numFmt w:val="bullet"/>
      <w:lvlText w:val="•"/>
      <w:lvlJc w:val="left"/>
      <w:pPr>
        <w:ind w:left="3552" w:hanging="567"/>
      </w:pPr>
      <w:rPr>
        <w:rFonts w:hint="default"/>
        <w:lang w:val="ru-RU" w:eastAsia="en-US" w:bidi="ar-SA"/>
      </w:rPr>
    </w:lvl>
    <w:lvl w:ilvl="4" w:tplc="BFD25E02">
      <w:numFmt w:val="bullet"/>
      <w:lvlText w:val="•"/>
      <w:lvlJc w:val="left"/>
      <w:pPr>
        <w:ind w:left="4476" w:hanging="567"/>
      </w:pPr>
      <w:rPr>
        <w:rFonts w:hint="default"/>
        <w:lang w:val="ru-RU" w:eastAsia="en-US" w:bidi="ar-SA"/>
      </w:rPr>
    </w:lvl>
    <w:lvl w:ilvl="5" w:tplc="C9DA5BF6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 w:tplc="86DC4694">
      <w:numFmt w:val="bullet"/>
      <w:lvlText w:val="•"/>
      <w:lvlJc w:val="left"/>
      <w:pPr>
        <w:ind w:left="6324" w:hanging="567"/>
      </w:pPr>
      <w:rPr>
        <w:rFonts w:hint="default"/>
        <w:lang w:val="ru-RU" w:eastAsia="en-US" w:bidi="ar-SA"/>
      </w:rPr>
    </w:lvl>
    <w:lvl w:ilvl="7" w:tplc="227EBAAC">
      <w:numFmt w:val="bullet"/>
      <w:lvlText w:val="•"/>
      <w:lvlJc w:val="left"/>
      <w:pPr>
        <w:ind w:left="7248" w:hanging="567"/>
      </w:pPr>
      <w:rPr>
        <w:rFonts w:hint="default"/>
        <w:lang w:val="ru-RU" w:eastAsia="en-US" w:bidi="ar-SA"/>
      </w:rPr>
    </w:lvl>
    <w:lvl w:ilvl="8" w:tplc="F480682C">
      <w:numFmt w:val="bullet"/>
      <w:lvlText w:val="•"/>
      <w:lvlJc w:val="left"/>
      <w:pPr>
        <w:ind w:left="8172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584A51C9"/>
    <w:multiLevelType w:val="hybridMultilevel"/>
    <w:tmpl w:val="2AC0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0B6C0">
      <w:start w:val="1"/>
      <w:numFmt w:val="bullet"/>
      <w:pStyle w:val="40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C2537"/>
    <w:multiLevelType w:val="hybridMultilevel"/>
    <w:tmpl w:val="881616C0"/>
    <w:lvl w:ilvl="0" w:tplc="2CB0E2F8">
      <w:start w:val="1"/>
      <w:numFmt w:val="bullet"/>
      <w:pStyle w:val="2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B1260D1"/>
    <w:multiLevelType w:val="hybridMultilevel"/>
    <w:tmpl w:val="FF9A7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939EF"/>
    <w:multiLevelType w:val="multilevel"/>
    <w:tmpl w:val="78388EDC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Arial" w:eastAsia="Microsoft Sans Serif" w:hAnsi="Arial" w:cs="Aria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5" w15:restartNumberingAfterBreak="0">
    <w:nsid w:val="7478004A"/>
    <w:multiLevelType w:val="hybridMultilevel"/>
    <w:tmpl w:val="DE0CF478"/>
    <w:lvl w:ilvl="0" w:tplc="6C6A9FDA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61627D12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2" w:tplc="17824EEC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 w15:restartNumberingAfterBreak="0">
    <w:nsid w:val="797430EF"/>
    <w:multiLevelType w:val="multilevel"/>
    <w:tmpl w:val="B59A52AC"/>
    <w:lvl w:ilvl="0">
      <w:start w:val="1"/>
      <w:numFmt w:val="decimal"/>
      <w:pStyle w:val="20"/>
      <w:lvlText w:val="%1.1"/>
      <w:lvlJc w:val="left"/>
      <w:pPr>
        <w:ind w:left="582" w:hanging="360"/>
      </w:pPr>
      <w:rPr>
        <w:rFonts w:hint="default"/>
        <w:b w:val="0"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88" w:hanging="567"/>
      </w:pPr>
      <w:rPr>
        <w:rFonts w:ascii="Symbol" w:hAnsi="Symbo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7" w15:restartNumberingAfterBreak="0">
    <w:nsid w:val="79FA4E82"/>
    <w:multiLevelType w:val="hybridMultilevel"/>
    <w:tmpl w:val="DDCA1376"/>
    <w:lvl w:ilvl="0" w:tplc="1114ACEA">
      <w:start w:val="1"/>
      <w:numFmt w:val="lowerLetter"/>
      <w:pStyle w:val="3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8" w:hanging="360"/>
      </w:pPr>
    </w:lvl>
    <w:lvl w:ilvl="2" w:tplc="0419001B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7A6557A4"/>
    <w:multiLevelType w:val="hybridMultilevel"/>
    <w:tmpl w:val="00C4E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8296B"/>
    <w:multiLevelType w:val="multilevel"/>
    <w:tmpl w:val="FF865F1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0" w15:restartNumberingAfterBreak="0">
    <w:nsid w:val="7F187E19"/>
    <w:multiLevelType w:val="hybridMultilevel"/>
    <w:tmpl w:val="C7C2F04E"/>
    <w:lvl w:ilvl="0" w:tplc="74369C48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72E40038">
      <w:start w:val="1"/>
      <w:numFmt w:val="bullet"/>
      <w:pStyle w:val="3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17088">
    <w:abstractNumId w:val="10"/>
  </w:num>
  <w:num w:numId="2" w16cid:durableId="1460103323">
    <w:abstractNumId w:val="14"/>
  </w:num>
  <w:num w:numId="3" w16cid:durableId="953055584">
    <w:abstractNumId w:val="12"/>
  </w:num>
  <w:num w:numId="4" w16cid:durableId="88891176">
    <w:abstractNumId w:val="17"/>
  </w:num>
  <w:num w:numId="5" w16cid:durableId="4524004">
    <w:abstractNumId w:val="3"/>
  </w:num>
  <w:num w:numId="6" w16cid:durableId="989751470">
    <w:abstractNumId w:val="15"/>
  </w:num>
  <w:num w:numId="7" w16cid:durableId="1335915761">
    <w:abstractNumId w:val="8"/>
  </w:num>
  <w:num w:numId="8" w16cid:durableId="1408192486">
    <w:abstractNumId w:val="11"/>
  </w:num>
  <w:num w:numId="9" w16cid:durableId="1854605905">
    <w:abstractNumId w:val="16"/>
  </w:num>
  <w:num w:numId="10" w16cid:durableId="902720804">
    <w:abstractNumId w:val="19"/>
  </w:num>
  <w:num w:numId="11" w16cid:durableId="543249506">
    <w:abstractNumId w:val="2"/>
  </w:num>
  <w:num w:numId="12" w16cid:durableId="556475888">
    <w:abstractNumId w:val="18"/>
  </w:num>
  <w:num w:numId="13" w16cid:durableId="524949366">
    <w:abstractNumId w:val="13"/>
  </w:num>
  <w:num w:numId="14" w16cid:durableId="797574392">
    <w:abstractNumId w:val="7"/>
  </w:num>
  <w:num w:numId="15" w16cid:durableId="1309214637">
    <w:abstractNumId w:val="6"/>
  </w:num>
  <w:num w:numId="16" w16cid:durableId="944532119">
    <w:abstractNumId w:val="4"/>
  </w:num>
  <w:num w:numId="17" w16cid:durableId="10381931">
    <w:abstractNumId w:val="0"/>
  </w:num>
  <w:num w:numId="18" w16cid:durableId="1583373300">
    <w:abstractNumId w:val="9"/>
  </w:num>
  <w:num w:numId="19" w16cid:durableId="469172282">
    <w:abstractNumId w:val="1"/>
  </w:num>
  <w:num w:numId="20" w16cid:durableId="915361820">
    <w:abstractNumId w:val="5"/>
  </w:num>
  <w:num w:numId="21" w16cid:durableId="1200782132">
    <w:abstractNumId w:val="20"/>
  </w:num>
  <w:num w:numId="22" w16cid:durableId="13849129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 w16cid:durableId="5922021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13849777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1867793551">
    <w:abstractNumId w:val="11"/>
  </w:num>
  <w:num w:numId="26" w16cid:durableId="2129351783">
    <w:abstractNumId w:val="16"/>
  </w:num>
  <w:num w:numId="27" w16cid:durableId="1619531565">
    <w:abstractNumId w:val="17"/>
    <w:lvlOverride w:ilvl="0">
      <w:startOverride w:val="1"/>
    </w:lvlOverride>
  </w:num>
  <w:num w:numId="28" w16cid:durableId="125510699">
    <w:abstractNumId w:val="17"/>
    <w:lvlOverride w:ilvl="0">
      <w:startOverride w:val="1"/>
    </w:lvlOverride>
  </w:num>
  <w:num w:numId="29" w16cid:durableId="126858125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1681543388">
    <w:abstractNumId w:val="17"/>
    <w:lvlOverride w:ilvl="0">
      <w:startOverride w:val="1"/>
    </w:lvlOverride>
  </w:num>
  <w:num w:numId="31" w16cid:durableId="1205946318">
    <w:abstractNumId w:val="17"/>
    <w:lvlOverride w:ilvl="0">
      <w:startOverride w:val="1"/>
    </w:lvlOverride>
  </w:num>
  <w:num w:numId="32" w16cid:durableId="19633458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30057327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1547329963">
    <w:abstractNumId w:val="17"/>
  </w:num>
  <w:num w:numId="35" w16cid:durableId="1152136915">
    <w:abstractNumId w:val="17"/>
    <w:lvlOverride w:ilvl="0">
      <w:startOverride w:val="1"/>
    </w:lvlOverride>
  </w:num>
  <w:num w:numId="36" w16cid:durableId="1928032636">
    <w:abstractNumId w:val="17"/>
    <w:lvlOverride w:ilvl="0">
      <w:startOverride w:val="1"/>
    </w:lvlOverride>
  </w:num>
  <w:num w:numId="37" w16cid:durableId="1159351189">
    <w:abstractNumId w:val="17"/>
    <w:lvlOverride w:ilvl="0">
      <w:startOverride w:val="1"/>
    </w:lvlOverride>
  </w:num>
  <w:num w:numId="38" w16cid:durableId="1767075711">
    <w:abstractNumId w:val="17"/>
    <w:lvlOverride w:ilvl="0">
      <w:startOverride w:val="1"/>
    </w:lvlOverride>
  </w:num>
  <w:num w:numId="39" w16cid:durableId="44065735">
    <w:abstractNumId w:val="12"/>
  </w:num>
  <w:num w:numId="40" w16cid:durableId="1736194848">
    <w:abstractNumId w:val="17"/>
    <w:lvlOverride w:ilvl="0">
      <w:startOverride w:val="1"/>
    </w:lvlOverride>
  </w:num>
  <w:num w:numId="41" w16cid:durableId="1621182404">
    <w:abstractNumId w:val="17"/>
    <w:lvlOverride w:ilvl="0">
      <w:startOverride w:val="1"/>
    </w:lvlOverride>
  </w:num>
  <w:num w:numId="42" w16cid:durableId="1048722656">
    <w:abstractNumId w:val="14"/>
  </w:num>
  <w:num w:numId="43" w16cid:durableId="400057144">
    <w:abstractNumId w:val="6"/>
    <w:lvlOverride w:ilvl="0">
      <w:startOverride w:val="1"/>
    </w:lvlOverride>
  </w:num>
  <w:num w:numId="44" w16cid:durableId="1114522389">
    <w:abstractNumId w:val="16"/>
  </w:num>
  <w:num w:numId="45" w16cid:durableId="1432311010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70"/>
  <w:drawingGridHorizontalSpacing w:val="110"/>
  <w:displayHorizontalDrawingGridEvery w:val="2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FA1"/>
    <w:rsid w:val="00012C23"/>
    <w:rsid w:val="00042ED9"/>
    <w:rsid w:val="00053E45"/>
    <w:rsid w:val="00056C62"/>
    <w:rsid w:val="000644FC"/>
    <w:rsid w:val="00064984"/>
    <w:rsid w:val="00094F86"/>
    <w:rsid w:val="000956E4"/>
    <w:rsid w:val="000B5800"/>
    <w:rsid w:val="000C2EC2"/>
    <w:rsid w:val="000D1807"/>
    <w:rsid w:val="000D5C53"/>
    <w:rsid w:val="0010008A"/>
    <w:rsid w:val="0011783B"/>
    <w:rsid w:val="00160174"/>
    <w:rsid w:val="00165C22"/>
    <w:rsid w:val="00196FA5"/>
    <w:rsid w:val="001A3577"/>
    <w:rsid w:val="001B04AA"/>
    <w:rsid w:val="001E00F5"/>
    <w:rsid w:val="001E0779"/>
    <w:rsid w:val="001E4AE1"/>
    <w:rsid w:val="00200928"/>
    <w:rsid w:val="0021383E"/>
    <w:rsid w:val="00225CCB"/>
    <w:rsid w:val="002311BD"/>
    <w:rsid w:val="00236192"/>
    <w:rsid w:val="00293685"/>
    <w:rsid w:val="00296E99"/>
    <w:rsid w:val="002B1050"/>
    <w:rsid w:val="002D6E65"/>
    <w:rsid w:val="00301F04"/>
    <w:rsid w:val="00301F73"/>
    <w:rsid w:val="00314A34"/>
    <w:rsid w:val="003374C8"/>
    <w:rsid w:val="00366215"/>
    <w:rsid w:val="00366494"/>
    <w:rsid w:val="00376450"/>
    <w:rsid w:val="00382879"/>
    <w:rsid w:val="00396436"/>
    <w:rsid w:val="00396616"/>
    <w:rsid w:val="003B04D7"/>
    <w:rsid w:val="003C0C7D"/>
    <w:rsid w:val="003D29FF"/>
    <w:rsid w:val="004069C9"/>
    <w:rsid w:val="00435F19"/>
    <w:rsid w:val="00447C5A"/>
    <w:rsid w:val="004751E1"/>
    <w:rsid w:val="00480FFC"/>
    <w:rsid w:val="004C7D6A"/>
    <w:rsid w:val="00502364"/>
    <w:rsid w:val="005077B4"/>
    <w:rsid w:val="00522CFB"/>
    <w:rsid w:val="0055709F"/>
    <w:rsid w:val="00584CA6"/>
    <w:rsid w:val="00590472"/>
    <w:rsid w:val="00595FD1"/>
    <w:rsid w:val="005A17CE"/>
    <w:rsid w:val="005C02F6"/>
    <w:rsid w:val="005E645B"/>
    <w:rsid w:val="00605CAF"/>
    <w:rsid w:val="00615C8C"/>
    <w:rsid w:val="006173D6"/>
    <w:rsid w:val="00645234"/>
    <w:rsid w:val="00645744"/>
    <w:rsid w:val="0064780C"/>
    <w:rsid w:val="00675F77"/>
    <w:rsid w:val="00677A3E"/>
    <w:rsid w:val="0068746C"/>
    <w:rsid w:val="006A7EE9"/>
    <w:rsid w:val="006D3D48"/>
    <w:rsid w:val="006F1FF9"/>
    <w:rsid w:val="006F7EA6"/>
    <w:rsid w:val="00716479"/>
    <w:rsid w:val="00735983"/>
    <w:rsid w:val="00757C24"/>
    <w:rsid w:val="00765477"/>
    <w:rsid w:val="0079684F"/>
    <w:rsid w:val="00796E28"/>
    <w:rsid w:val="007A38BC"/>
    <w:rsid w:val="007A3BA7"/>
    <w:rsid w:val="007B3984"/>
    <w:rsid w:val="007B760E"/>
    <w:rsid w:val="00822912"/>
    <w:rsid w:val="008258A0"/>
    <w:rsid w:val="00836140"/>
    <w:rsid w:val="00837B10"/>
    <w:rsid w:val="00837C48"/>
    <w:rsid w:val="00842847"/>
    <w:rsid w:val="0085335D"/>
    <w:rsid w:val="0086027A"/>
    <w:rsid w:val="00871610"/>
    <w:rsid w:val="008973BD"/>
    <w:rsid w:val="008A226A"/>
    <w:rsid w:val="008A36C2"/>
    <w:rsid w:val="008D79D7"/>
    <w:rsid w:val="008E0A8C"/>
    <w:rsid w:val="009066E2"/>
    <w:rsid w:val="00917969"/>
    <w:rsid w:val="00920BCB"/>
    <w:rsid w:val="00933865"/>
    <w:rsid w:val="0093763E"/>
    <w:rsid w:val="00952824"/>
    <w:rsid w:val="00976278"/>
    <w:rsid w:val="0099213A"/>
    <w:rsid w:val="00993FA1"/>
    <w:rsid w:val="00994CF2"/>
    <w:rsid w:val="009F629D"/>
    <w:rsid w:val="00A06F9F"/>
    <w:rsid w:val="00A2052F"/>
    <w:rsid w:val="00A32682"/>
    <w:rsid w:val="00A42BAC"/>
    <w:rsid w:val="00A46DF2"/>
    <w:rsid w:val="00A545BB"/>
    <w:rsid w:val="00A70488"/>
    <w:rsid w:val="00AA4283"/>
    <w:rsid w:val="00AA6358"/>
    <w:rsid w:val="00AA6519"/>
    <w:rsid w:val="00AC38E1"/>
    <w:rsid w:val="00AD35B2"/>
    <w:rsid w:val="00AD7CDE"/>
    <w:rsid w:val="00B310B3"/>
    <w:rsid w:val="00B56508"/>
    <w:rsid w:val="00B605D7"/>
    <w:rsid w:val="00BE2B10"/>
    <w:rsid w:val="00C27117"/>
    <w:rsid w:val="00C31863"/>
    <w:rsid w:val="00C3790A"/>
    <w:rsid w:val="00C74B5A"/>
    <w:rsid w:val="00C773DF"/>
    <w:rsid w:val="00C83F87"/>
    <w:rsid w:val="00C853E8"/>
    <w:rsid w:val="00C92C2C"/>
    <w:rsid w:val="00CA63C9"/>
    <w:rsid w:val="00CE1779"/>
    <w:rsid w:val="00CE3DBD"/>
    <w:rsid w:val="00CF415D"/>
    <w:rsid w:val="00D1693D"/>
    <w:rsid w:val="00D270DE"/>
    <w:rsid w:val="00D5056C"/>
    <w:rsid w:val="00DA7FFC"/>
    <w:rsid w:val="00DD1C6C"/>
    <w:rsid w:val="00DE4672"/>
    <w:rsid w:val="00E000C2"/>
    <w:rsid w:val="00E244BC"/>
    <w:rsid w:val="00E321B4"/>
    <w:rsid w:val="00E449EA"/>
    <w:rsid w:val="00E62CBD"/>
    <w:rsid w:val="00E843D7"/>
    <w:rsid w:val="00E937CE"/>
    <w:rsid w:val="00EF2710"/>
    <w:rsid w:val="00F15046"/>
    <w:rsid w:val="00F33A8C"/>
    <w:rsid w:val="00F35616"/>
    <w:rsid w:val="00F5494A"/>
    <w:rsid w:val="00F65365"/>
    <w:rsid w:val="00F663C2"/>
    <w:rsid w:val="00F70466"/>
    <w:rsid w:val="00F933C0"/>
    <w:rsid w:val="00FC601C"/>
    <w:rsid w:val="00FD30DE"/>
    <w:rsid w:val="00FD5CBB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3A6E3502"/>
  <w15:docId w15:val="{474A2784-CF35-4A80-9E03-C9E643D7C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A32682"/>
    <w:rPr>
      <w:rFonts w:ascii="Microsoft Sans Serif" w:eastAsia="Microsoft Sans Serif" w:hAnsi="Microsoft Sans Serif" w:cs="Microsoft Sans Serif"/>
      <w:lang w:val="ru-RU"/>
    </w:rPr>
  </w:style>
  <w:style w:type="paragraph" w:styleId="10">
    <w:name w:val="heading 1"/>
    <w:basedOn w:val="a1"/>
    <w:uiPriority w:val="9"/>
    <w:pPr>
      <w:spacing w:before="1"/>
      <w:ind w:left="582" w:hanging="3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39"/>
    <w:pPr>
      <w:spacing w:before="122"/>
      <w:ind w:left="661" w:hanging="440"/>
    </w:pPr>
    <w:rPr>
      <w:sz w:val="20"/>
      <w:szCs w:val="20"/>
    </w:rPr>
  </w:style>
  <w:style w:type="paragraph" w:styleId="a5">
    <w:name w:val="Body Text"/>
    <w:basedOn w:val="a1"/>
    <w:link w:val="a6"/>
    <w:uiPriority w:val="1"/>
    <w:pPr>
      <w:ind w:left="788" w:hanging="567"/>
    </w:pPr>
    <w:rPr>
      <w:sz w:val="20"/>
      <w:szCs w:val="20"/>
    </w:rPr>
  </w:style>
  <w:style w:type="paragraph" w:styleId="a7">
    <w:name w:val="Title"/>
    <w:basedOn w:val="a1"/>
    <w:uiPriority w:val="10"/>
    <w:pPr>
      <w:ind w:left="22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1"/>
    <w:link w:val="a9"/>
    <w:uiPriority w:val="1"/>
    <w:pPr>
      <w:ind w:left="788" w:hanging="567"/>
      <w:jc w:val="both"/>
    </w:pPr>
  </w:style>
  <w:style w:type="paragraph" w:customStyle="1" w:styleId="TableParagraph">
    <w:name w:val="Table Paragraph"/>
    <w:basedOn w:val="a1"/>
    <w:link w:val="TableParagraph0"/>
    <w:uiPriority w:val="1"/>
    <w:pPr>
      <w:ind w:left="107"/>
    </w:pPr>
    <w:rPr>
      <w:rFonts w:ascii="Arial" w:eastAsia="Arial" w:hAnsi="Arial" w:cs="Arial"/>
    </w:rPr>
  </w:style>
  <w:style w:type="paragraph" w:styleId="aa">
    <w:name w:val="header"/>
    <w:basedOn w:val="a1"/>
    <w:link w:val="ab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paragraph" w:styleId="ac">
    <w:name w:val="footer"/>
    <w:basedOn w:val="a1"/>
    <w:link w:val="ad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character" w:styleId="ae">
    <w:name w:val="Hyperlink"/>
    <w:basedOn w:val="a2"/>
    <w:uiPriority w:val="99"/>
    <w:unhideWhenUsed/>
    <w:rsid w:val="008D79D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8D79D7"/>
    <w:rPr>
      <w:color w:val="605E5C"/>
      <w:shd w:val="clear" w:color="auto" w:fill="E1DFDD"/>
    </w:rPr>
  </w:style>
  <w:style w:type="paragraph" w:customStyle="1" w:styleId="BD12">
    <w:name w:val="BD_1.2"/>
    <w:basedOn w:val="a1"/>
    <w:link w:val="BD120"/>
    <w:rsid w:val="00735983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="Times New Roman" w:hAnsi="Georgia" w:cs="Times New Roman"/>
      <w:sz w:val="24"/>
      <w:szCs w:val="24"/>
      <w:lang w:val="x-none"/>
    </w:rPr>
  </w:style>
  <w:style w:type="character" w:customStyle="1" w:styleId="BD120">
    <w:name w:val="BD_1.2 Знак Знак"/>
    <w:link w:val="BD12"/>
    <w:rsid w:val="00735983"/>
    <w:rPr>
      <w:rFonts w:ascii="Georgia" w:eastAsia="Times New Roman" w:hAnsi="Georgia" w:cs="Times New Roman"/>
      <w:sz w:val="24"/>
      <w:szCs w:val="24"/>
      <w:lang w:val="x-none"/>
    </w:rPr>
  </w:style>
  <w:style w:type="paragraph" w:customStyle="1" w:styleId="BD">
    <w:name w:val="BD_Основной текст"/>
    <w:basedOn w:val="a1"/>
    <w:link w:val="BD0"/>
    <w:rsid w:val="00735983"/>
    <w:pPr>
      <w:widowControl/>
      <w:autoSpaceDE/>
      <w:autoSpaceDN/>
      <w:ind w:firstLine="851"/>
      <w:jc w:val="both"/>
    </w:pPr>
    <w:rPr>
      <w:rFonts w:ascii="Arial" w:eastAsia="Calibri" w:hAnsi="Arial" w:cs="Arial"/>
      <w:bCs/>
    </w:rPr>
  </w:style>
  <w:style w:type="character" w:customStyle="1" w:styleId="BD0">
    <w:name w:val="BD_Основной текст Знак"/>
    <w:link w:val="BD"/>
    <w:rsid w:val="00735983"/>
    <w:rPr>
      <w:rFonts w:ascii="Arial" w:eastAsia="Calibri" w:hAnsi="Arial" w:cs="Arial"/>
      <w:bCs/>
      <w:lang w:val="ru-RU"/>
    </w:rPr>
  </w:style>
  <w:style w:type="paragraph" w:styleId="af">
    <w:name w:val="TOC Heading"/>
    <w:basedOn w:val="10"/>
    <w:next w:val="a1"/>
    <w:uiPriority w:val="39"/>
    <w:unhideWhenUsed/>
    <w:rsid w:val="00A2052F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ru-RU"/>
    </w:rPr>
  </w:style>
  <w:style w:type="paragraph" w:styleId="af0">
    <w:name w:val="toa heading"/>
    <w:basedOn w:val="a1"/>
    <w:next w:val="a1"/>
    <w:uiPriority w:val="99"/>
    <w:semiHidden/>
    <w:unhideWhenUsed/>
    <w:rsid w:val="00A205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f1">
    <w:name w:val="ПБС Заголовок"/>
    <w:basedOn w:val="BD"/>
    <w:link w:val="af2"/>
    <w:autoRedefine/>
    <w:qFormat/>
    <w:rsid w:val="00293685"/>
    <w:pPr>
      <w:spacing w:before="60" w:after="60" w:line="276" w:lineRule="auto"/>
      <w:ind w:firstLine="0"/>
    </w:pPr>
    <w:rPr>
      <w:b/>
      <w:sz w:val="24"/>
      <w:szCs w:val="24"/>
    </w:rPr>
  </w:style>
  <w:style w:type="paragraph" w:customStyle="1" w:styleId="af3">
    <w:name w:val="ПСБ Основной текст"/>
    <w:basedOn w:val="TableParagraph"/>
    <w:link w:val="af4"/>
    <w:autoRedefine/>
    <w:qFormat/>
    <w:rsid w:val="00993FA1"/>
    <w:pPr>
      <w:widowControl/>
      <w:autoSpaceDE/>
      <w:autoSpaceDN/>
      <w:spacing w:before="80" w:after="80" w:line="276" w:lineRule="auto"/>
      <w:ind w:left="0"/>
    </w:pPr>
    <w:rPr>
      <w:color w:val="262626" w:themeColor="text1" w:themeTint="D9"/>
      <w:sz w:val="20"/>
    </w:rPr>
  </w:style>
  <w:style w:type="character" w:customStyle="1" w:styleId="af2">
    <w:name w:val="ПБС Заголовок Знак"/>
    <w:basedOn w:val="BD0"/>
    <w:link w:val="af1"/>
    <w:rsid w:val="00293685"/>
    <w:rPr>
      <w:rFonts w:ascii="Arial" w:eastAsia="Calibri" w:hAnsi="Arial" w:cs="Arial"/>
      <w:b/>
      <w:bCs/>
      <w:sz w:val="24"/>
      <w:szCs w:val="24"/>
      <w:lang w:val="ru-RU"/>
    </w:rPr>
  </w:style>
  <w:style w:type="paragraph" w:customStyle="1" w:styleId="af5">
    <w:name w:val="ПБС Жирный"/>
    <w:basedOn w:val="TableParagraph"/>
    <w:link w:val="af6"/>
    <w:autoRedefine/>
    <w:qFormat/>
    <w:rsid w:val="009F629D"/>
    <w:pPr>
      <w:spacing w:before="120" w:after="80"/>
      <w:ind w:left="0"/>
    </w:pPr>
    <w:rPr>
      <w:b/>
      <w:sz w:val="20"/>
    </w:rPr>
  </w:style>
  <w:style w:type="character" w:customStyle="1" w:styleId="TableParagraph0">
    <w:name w:val="Table Paragraph Знак"/>
    <w:basedOn w:val="a2"/>
    <w:link w:val="TableParagraph"/>
    <w:uiPriority w:val="1"/>
    <w:rsid w:val="004069C9"/>
    <w:rPr>
      <w:rFonts w:ascii="Arial" w:eastAsia="Arial" w:hAnsi="Arial" w:cs="Arial"/>
      <w:lang w:val="ru-RU"/>
    </w:rPr>
  </w:style>
  <w:style w:type="character" w:customStyle="1" w:styleId="af4">
    <w:name w:val="ПСБ Основной текст Знак"/>
    <w:basedOn w:val="TableParagraph0"/>
    <w:link w:val="af3"/>
    <w:rsid w:val="00993FA1"/>
    <w:rPr>
      <w:rFonts w:ascii="Arial" w:eastAsia="Arial" w:hAnsi="Arial" w:cs="Arial"/>
      <w:color w:val="262626" w:themeColor="text1" w:themeTint="D9"/>
      <w:sz w:val="20"/>
      <w:lang w:val="ru-RU"/>
    </w:rPr>
  </w:style>
  <w:style w:type="paragraph" w:customStyle="1" w:styleId="af7">
    <w:name w:val="Колонтитул ПБС"/>
    <w:basedOn w:val="a1"/>
    <w:link w:val="af8"/>
    <w:autoRedefine/>
    <w:qFormat/>
    <w:rsid w:val="004751E1"/>
    <w:rPr>
      <w:rFonts w:ascii="Arial" w:hAnsi="Arial" w:cs="Arial"/>
      <w:color w:val="7F7F7F" w:themeColor="text1" w:themeTint="80"/>
      <w:sz w:val="18"/>
      <w:szCs w:val="18"/>
    </w:rPr>
  </w:style>
  <w:style w:type="character" w:customStyle="1" w:styleId="af6">
    <w:name w:val="ПБС Жирный Знак"/>
    <w:basedOn w:val="TableParagraph0"/>
    <w:link w:val="af5"/>
    <w:rsid w:val="009F629D"/>
    <w:rPr>
      <w:rFonts w:ascii="Arial" w:eastAsia="Arial" w:hAnsi="Arial" w:cs="Arial"/>
      <w:b/>
      <w:sz w:val="20"/>
      <w:lang w:val="ru-RU"/>
    </w:rPr>
  </w:style>
  <w:style w:type="paragraph" w:customStyle="1" w:styleId="20">
    <w:name w:val="Нумерация уровень 2 ПБС"/>
    <w:basedOn w:val="a8"/>
    <w:link w:val="22"/>
    <w:autoRedefine/>
    <w:qFormat/>
    <w:rsid w:val="00AC38E1"/>
    <w:pPr>
      <w:numPr>
        <w:numId w:val="9"/>
      </w:numPr>
      <w:tabs>
        <w:tab w:val="left" w:pos="221"/>
        <w:tab w:val="left" w:pos="789"/>
      </w:tabs>
      <w:spacing w:before="80" w:after="80" w:line="276" w:lineRule="auto"/>
    </w:pPr>
    <w:rPr>
      <w:rFonts w:ascii="Arial" w:hAnsi="Arial" w:cs="Arial"/>
      <w:color w:val="262626" w:themeColor="text1" w:themeTint="D9"/>
      <w:sz w:val="20"/>
      <w:szCs w:val="20"/>
      <w:shd w:val="clear" w:color="auto" w:fill="FFFFFF"/>
      <w:lang w:val="en-US"/>
    </w:rPr>
  </w:style>
  <w:style w:type="character" w:customStyle="1" w:styleId="af8">
    <w:name w:val="Колонтитул ПБС Знак"/>
    <w:basedOn w:val="a2"/>
    <w:link w:val="af7"/>
    <w:rsid w:val="004751E1"/>
    <w:rPr>
      <w:rFonts w:ascii="Arial" w:eastAsia="Microsoft Sans Serif" w:hAnsi="Arial" w:cs="Arial"/>
      <w:color w:val="7F7F7F" w:themeColor="text1" w:themeTint="80"/>
      <w:sz w:val="18"/>
      <w:szCs w:val="18"/>
      <w:lang w:val="ru-RU"/>
    </w:rPr>
  </w:style>
  <w:style w:type="paragraph" w:customStyle="1" w:styleId="af9">
    <w:name w:val="ПБС подзаголовок"/>
    <w:basedOn w:val="a8"/>
    <w:link w:val="afa"/>
    <w:autoRedefine/>
    <w:qFormat/>
    <w:rsid w:val="00C83F87"/>
    <w:pPr>
      <w:tabs>
        <w:tab w:val="left" w:pos="788"/>
        <w:tab w:val="left" w:pos="789"/>
      </w:tabs>
      <w:spacing w:before="100" w:after="100" w:line="276" w:lineRule="auto"/>
      <w:ind w:left="0" w:firstLine="0"/>
      <w:jc w:val="left"/>
    </w:pPr>
    <w:rPr>
      <w:rFonts w:ascii="Arial" w:hAnsi="Arial"/>
      <w:b/>
      <w:sz w:val="24"/>
    </w:rPr>
  </w:style>
  <w:style w:type="character" w:customStyle="1" w:styleId="a9">
    <w:name w:val="Абзац списка Знак"/>
    <w:basedOn w:val="a2"/>
    <w:link w:val="a8"/>
    <w:uiPriority w:val="1"/>
    <w:rsid w:val="00E000C2"/>
    <w:rPr>
      <w:rFonts w:ascii="Microsoft Sans Serif" w:eastAsia="Microsoft Sans Serif" w:hAnsi="Microsoft Sans Serif" w:cs="Microsoft Sans Serif"/>
      <w:lang w:val="ru-RU"/>
    </w:rPr>
  </w:style>
  <w:style w:type="character" w:customStyle="1" w:styleId="22">
    <w:name w:val="Нумерация уровень 2 ПБС Знак"/>
    <w:basedOn w:val="a9"/>
    <w:link w:val="20"/>
    <w:rsid w:val="00AC38E1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paragraph" w:customStyle="1" w:styleId="2">
    <w:name w:val="Буллиты уровень 2ПБС"/>
    <w:basedOn w:val="20"/>
    <w:link w:val="23"/>
    <w:autoRedefine/>
    <w:qFormat/>
    <w:rsid w:val="00AA6519"/>
    <w:pPr>
      <w:numPr>
        <w:numId w:val="3"/>
      </w:numPr>
      <w:tabs>
        <w:tab w:val="clear" w:pos="789"/>
      </w:tabs>
      <w:ind w:left="851" w:hanging="284"/>
    </w:pPr>
  </w:style>
  <w:style w:type="character" w:customStyle="1" w:styleId="afa">
    <w:name w:val="ПБС подзаголовок Знак"/>
    <w:basedOn w:val="a9"/>
    <w:link w:val="af9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afb">
    <w:name w:val="Маленький текст"/>
    <w:basedOn w:val="a1"/>
    <w:link w:val="afc"/>
    <w:autoRedefine/>
    <w:rsid w:val="00DE4672"/>
    <w:pPr>
      <w:spacing w:before="60" w:after="60"/>
      <w:ind w:left="1400"/>
    </w:pPr>
    <w:rPr>
      <w:rFonts w:ascii="Arial" w:hAnsi="Arial"/>
      <w:sz w:val="16"/>
    </w:rPr>
  </w:style>
  <w:style w:type="character" w:customStyle="1" w:styleId="23">
    <w:name w:val="Буллиты уровень 2ПБС Знак"/>
    <w:basedOn w:val="22"/>
    <w:link w:val="2"/>
    <w:rsid w:val="00AA6519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character" w:customStyle="1" w:styleId="afc">
    <w:name w:val="Маленький текст Знак"/>
    <w:basedOn w:val="a2"/>
    <w:link w:val="afb"/>
    <w:rsid w:val="00DE4672"/>
    <w:rPr>
      <w:rFonts w:ascii="Arial" w:eastAsia="Microsoft Sans Serif" w:hAnsi="Arial" w:cs="Microsoft Sans Serif"/>
      <w:sz w:val="16"/>
      <w:lang w:val="ru-RU"/>
    </w:rPr>
  </w:style>
  <w:style w:type="character" w:styleId="afd">
    <w:name w:val="footnote reference"/>
    <w:semiHidden/>
    <w:unhideWhenUsed/>
    <w:rsid w:val="003D29FF"/>
    <w:rPr>
      <w:vertAlign w:val="superscript"/>
    </w:rPr>
  </w:style>
  <w:style w:type="paragraph" w:customStyle="1" w:styleId="afe">
    <w:name w:val="Сноска ПБС"/>
    <w:basedOn w:val="aff"/>
    <w:link w:val="aff0"/>
    <w:autoRedefine/>
    <w:qFormat/>
    <w:rsid w:val="00DE4672"/>
    <w:pPr>
      <w:spacing w:before="60" w:after="60" w:line="276" w:lineRule="auto"/>
      <w:jc w:val="both"/>
    </w:pPr>
    <w:rPr>
      <w:rFonts w:ascii="Arial" w:eastAsia="Calibri" w:hAnsi="Arial" w:cs="Arial"/>
      <w:color w:val="595959"/>
      <w:sz w:val="14"/>
      <w:szCs w:val="14"/>
    </w:rPr>
  </w:style>
  <w:style w:type="character" w:customStyle="1" w:styleId="aff0">
    <w:name w:val="Сноска ПБС Знак"/>
    <w:link w:val="afe"/>
    <w:rsid w:val="00DE4672"/>
    <w:rPr>
      <w:rFonts w:ascii="Arial" w:eastAsia="Calibri" w:hAnsi="Arial" w:cs="Arial"/>
      <w:color w:val="595959"/>
      <w:sz w:val="14"/>
      <w:szCs w:val="14"/>
      <w:lang w:val="ru-RU"/>
    </w:rPr>
  </w:style>
  <w:style w:type="paragraph" w:customStyle="1" w:styleId="1">
    <w:name w:val="Нумерация 1 уровень ПБС"/>
    <w:basedOn w:val="20"/>
    <w:link w:val="13"/>
    <w:autoRedefine/>
    <w:qFormat/>
    <w:rsid w:val="000B5800"/>
    <w:pPr>
      <w:keepNext/>
      <w:numPr>
        <w:numId w:val="2"/>
      </w:numPr>
      <w:tabs>
        <w:tab w:val="clear" w:pos="789"/>
        <w:tab w:val="left" w:pos="284"/>
      </w:tabs>
      <w:spacing w:line="240" w:lineRule="auto"/>
    </w:pPr>
    <w:rPr>
      <w:rFonts w:eastAsia="Calibri"/>
      <w:lang w:val="ru-RU"/>
    </w:rPr>
  </w:style>
  <w:style w:type="character" w:customStyle="1" w:styleId="13">
    <w:name w:val="Нумерация 1 уровень ПБС Знак"/>
    <w:basedOn w:val="22"/>
    <w:link w:val="1"/>
    <w:rsid w:val="000B5800"/>
    <w:rPr>
      <w:rFonts w:ascii="Arial" w:eastAsia="Calibri" w:hAnsi="Arial" w:cs="Arial"/>
      <w:color w:val="262626" w:themeColor="text1" w:themeTint="D9"/>
      <w:sz w:val="20"/>
      <w:szCs w:val="20"/>
      <w:lang w:val="ru-RU"/>
    </w:rPr>
  </w:style>
  <w:style w:type="paragraph" w:styleId="aff">
    <w:name w:val="footnote text"/>
    <w:basedOn w:val="a1"/>
    <w:link w:val="aff1"/>
    <w:uiPriority w:val="99"/>
    <w:semiHidden/>
    <w:unhideWhenUsed/>
    <w:rsid w:val="003D29FF"/>
    <w:rPr>
      <w:sz w:val="20"/>
      <w:szCs w:val="20"/>
    </w:rPr>
  </w:style>
  <w:style w:type="character" w:customStyle="1" w:styleId="aff1">
    <w:name w:val="Текст сноски Знак"/>
    <w:basedOn w:val="a2"/>
    <w:link w:val="aff"/>
    <w:uiPriority w:val="99"/>
    <w:semiHidden/>
    <w:rsid w:val="003D29FF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table" w:customStyle="1" w:styleId="aff2">
    <w:name w:val="ПБС таблица"/>
    <w:basedOn w:val="a3"/>
    <w:uiPriority w:val="99"/>
    <w:rsid w:val="00A32682"/>
    <w:pPr>
      <w:widowControl/>
      <w:autoSpaceDE/>
      <w:autoSpaceDN/>
    </w:pPr>
    <w:rPr>
      <w:rFonts w:ascii="Arial" w:hAnsi="Arial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tblPr/>
      <w:tcPr>
        <w:shd w:val="clear" w:color="auto" w:fill="0000FF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table" w:styleId="aff3">
    <w:name w:val="Table Grid"/>
    <w:basedOn w:val="a3"/>
    <w:uiPriority w:val="39"/>
    <w:rsid w:val="00F5494A"/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00FF"/>
      </w:tcPr>
    </w:tblStylePr>
  </w:style>
  <w:style w:type="paragraph" w:customStyle="1" w:styleId="32">
    <w:name w:val="Нумерация 3 уровень"/>
    <w:basedOn w:val="a1"/>
    <w:link w:val="33"/>
    <w:autoRedefine/>
    <w:rsid w:val="00296E99"/>
    <w:pPr>
      <w:tabs>
        <w:tab w:val="left" w:pos="789"/>
      </w:tabs>
      <w:spacing w:before="60" w:after="60" w:line="276" w:lineRule="auto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33">
    <w:name w:val="Нумерация 3 уровень Знак"/>
    <w:basedOn w:val="a2"/>
    <w:link w:val="32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a0">
    <w:name w:val="Нумерация"/>
    <w:basedOn w:val="a1"/>
    <w:link w:val="aff4"/>
    <w:rsid w:val="00296E99"/>
    <w:pPr>
      <w:numPr>
        <w:ilvl w:val="1"/>
        <w:numId w:val="1"/>
      </w:numPr>
      <w:tabs>
        <w:tab w:val="left" w:pos="789"/>
      </w:tabs>
      <w:spacing w:before="110" w:after="60" w:line="245" w:lineRule="auto"/>
      <w:ind w:left="788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aff4">
    <w:name w:val="Нумерация Знак"/>
    <w:link w:val="a0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34">
    <w:name w:val="Нумерация Уровень 3"/>
    <w:basedOn w:val="a0"/>
    <w:link w:val="35"/>
    <w:autoRedefine/>
    <w:rsid w:val="00D270DE"/>
    <w:pPr>
      <w:widowControl/>
      <w:numPr>
        <w:ilvl w:val="0"/>
        <w:numId w:val="0"/>
      </w:numPr>
      <w:autoSpaceDE/>
      <w:autoSpaceDN/>
      <w:spacing w:before="60" w:line="276" w:lineRule="auto"/>
    </w:pPr>
    <w:rPr>
      <w:color w:val="A6A6A6" w:themeColor="background1" w:themeShade="A6"/>
      <w:sz w:val="16"/>
      <w:szCs w:val="16"/>
    </w:rPr>
  </w:style>
  <w:style w:type="character" w:customStyle="1" w:styleId="35">
    <w:name w:val="Нумерация Уровень 3 Знак"/>
    <w:basedOn w:val="aff4"/>
    <w:link w:val="34"/>
    <w:rsid w:val="00D270DE"/>
    <w:rPr>
      <w:rFonts w:ascii="Arial" w:eastAsia="Calibri" w:hAnsi="Arial" w:cs="Arial"/>
      <w:color w:val="A6A6A6" w:themeColor="background1" w:themeShade="A6"/>
      <w:sz w:val="16"/>
      <w:szCs w:val="16"/>
      <w:lang w:val="ru-RU"/>
    </w:rPr>
  </w:style>
  <w:style w:type="paragraph" w:customStyle="1" w:styleId="aff5">
    <w:name w:val="не трогать"/>
    <w:basedOn w:val="34"/>
    <w:link w:val="aff6"/>
    <w:qFormat/>
    <w:rsid w:val="002D6E65"/>
    <w:rPr>
      <w:color w:val="auto"/>
      <w:sz w:val="20"/>
      <w:szCs w:val="20"/>
    </w:rPr>
  </w:style>
  <w:style w:type="paragraph" w:customStyle="1" w:styleId="30">
    <w:name w:val="Буллиты уровень 3 ПБС"/>
    <w:basedOn w:val="a1"/>
    <w:link w:val="36"/>
    <w:autoRedefine/>
    <w:qFormat/>
    <w:rsid w:val="00E449EA"/>
    <w:pPr>
      <w:numPr>
        <w:ilvl w:val="1"/>
        <w:numId w:val="21"/>
      </w:numPr>
      <w:spacing w:before="80" w:after="80" w:line="276" w:lineRule="auto"/>
      <w:ind w:left="1135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6">
    <w:name w:val="не трогать Знак"/>
    <w:link w:val="aff5"/>
    <w:rsid w:val="002D6E65"/>
    <w:rPr>
      <w:rFonts w:ascii="Arial" w:eastAsia="Calibri" w:hAnsi="Arial" w:cs="Arial"/>
      <w:sz w:val="20"/>
      <w:szCs w:val="20"/>
      <w:lang w:val="ru-RU"/>
    </w:rPr>
  </w:style>
  <w:style w:type="paragraph" w:customStyle="1" w:styleId="4">
    <w:name w:val="Нумерация уровень 4 ПБС"/>
    <w:basedOn w:val="a1"/>
    <w:link w:val="41"/>
    <w:autoRedefine/>
    <w:qFormat/>
    <w:rsid w:val="00AA6519"/>
    <w:pPr>
      <w:numPr>
        <w:numId w:val="5"/>
      </w:numPr>
      <w:tabs>
        <w:tab w:val="left" w:pos="221"/>
      </w:tabs>
      <w:spacing w:before="80" w:after="80" w:line="276" w:lineRule="auto"/>
      <w:ind w:left="1702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36">
    <w:name w:val="Буллиты уровень 3 ПБС Знак"/>
    <w:link w:val="30"/>
    <w:rsid w:val="00E449EA"/>
    <w:rPr>
      <w:rFonts w:ascii="Arial" w:eastAsia="Calibri" w:hAnsi="Arial" w:cs="Arial"/>
      <w:sz w:val="20"/>
      <w:szCs w:val="20"/>
      <w:lang w:val="ru-RU"/>
    </w:rPr>
  </w:style>
  <w:style w:type="paragraph" w:customStyle="1" w:styleId="5">
    <w:name w:val="Буллиты уровень 5 ПБС"/>
    <w:basedOn w:val="a1"/>
    <w:link w:val="50"/>
    <w:autoRedefine/>
    <w:qFormat/>
    <w:rsid w:val="00AA6519"/>
    <w:pPr>
      <w:numPr>
        <w:numId w:val="7"/>
      </w:numPr>
      <w:tabs>
        <w:tab w:val="left" w:pos="221"/>
      </w:tabs>
      <w:spacing w:before="80" w:after="80" w:line="276" w:lineRule="auto"/>
      <w:ind w:left="1985" w:hanging="284"/>
    </w:pPr>
    <w:rPr>
      <w:rFonts w:ascii="Arial" w:eastAsia="Calibri" w:hAnsi="Arial" w:cs="Arial"/>
      <w:sz w:val="20"/>
      <w:szCs w:val="20"/>
    </w:rPr>
  </w:style>
  <w:style w:type="character" w:customStyle="1" w:styleId="41">
    <w:name w:val="Нумерация уровень 4 ПБС Знак"/>
    <w:link w:val="4"/>
    <w:rsid w:val="00AA6519"/>
    <w:rPr>
      <w:rFonts w:ascii="Arial" w:eastAsia="Calibri" w:hAnsi="Arial" w:cs="Arial"/>
      <w:sz w:val="20"/>
      <w:szCs w:val="20"/>
      <w:lang w:val="ru-RU"/>
    </w:rPr>
  </w:style>
  <w:style w:type="character" w:customStyle="1" w:styleId="50">
    <w:name w:val="Буллиты уровень 5 ПБС Знак"/>
    <w:link w:val="5"/>
    <w:rsid w:val="00AA6519"/>
    <w:rPr>
      <w:rFonts w:ascii="Arial" w:eastAsia="Calibri" w:hAnsi="Arial" w:cs="Arial"/>
      <w:sz w:val="20"/>
      <w:szCs w:val="20"/>
      <w:lang w:val="ru-RU"/>
    </w:rPr>
  </w:style>
  <w:style w:type="paragraph" w:customStyle="1" w:styleId="37">
    <w:name w:val="Нумерация уровень 3"/>
    <w:basedOn w:val="a1"/>
    <w:rsid w:val="00C31863"/>
    <w:pPr>
      <w:ind w:left="2421" w:hanging="360"/>
      <w:jc w:val="both"/>
    </w:pPr>
    <w:rPr>
      <w:rFonts w:ascii="Arial" w:eastAsia="Calibri" w:hAnsi="Arial" w:cs="Arial"/>
      <w:sz w:val="20"/>
      <w:szCs w:val="20"/>
    </w:rPr>
  </w:style>
  <w:style w:type="paragraph" w:customStyle="1" w:styleId="a">
    <w:name w:val="Глава ПБС"/>
    <w:basedOn w:val="a1"/>
    <w:link w:val="aff7"/>
    <w:autoRedefine/>
    <w:qFormat/>
    <w:rsid w:val="009F629D"/>
    <w:pPr>
      <w:numPr>
        <w:numId w:val="15"/>
      </w:numPr>
      <w:tabs>
        <w:tab w:val="left" w:pos="426"/>
        <w:tab w:val="left" w:pos="993"/>
      </w:tabs>
      <w:adjustRightInd w:val="0"/>
      <w:spacing w:before="100" w:after="100" w:line="276" w:lineRule="auto"/>
      <w:ind w:left="721" w:hanging="437"/>
    </w:pPr>
    <w:rPr>
      <w:rFonts w:ascii="Arial" w:eastAsia="Calibri" w:hAnsi="Arial" w:cs="Arial"/>
      <w:b/>
      <w:bCs/>
      <w:szCs w:val="24"/>
    </w:rPr>
  </w:style>
  <w:style w:type="character" w:customStyle="1" w:styleId="aff7">
    <w:name w:val="Глава ПБС Знак"/>
    <w:link w:val="a"/>
    <w:rsid w:val="009F629D"/>
    <w:rPr>
      <w:rFonts w:ascii="Arial" w:eastAsia="Calibri" w:hAnsi="Arial" w:cs="Arial"/>
      <w:b/>
      <w:bCs/>
      <w:szCs w:val="24"/>
      <w:lang w:val="ru-RU"/>
    </w:rPr>
  </w:style>
  <w:style w:type="table" w:styleId="-51">
    <w:name w:val="Grid Table 5 Dark Accent 1"/>
    <w:basedOn w:val="a3"/>
    <w:uiPriority w:val="50"/>
    <w:rsid w:val="00837C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40">
    <w:name w:val="Буллиты уровень 4 ПБС"/>
    <w:basedOn w:val="34"/>
    <w:link w:val="42"/>
    <w:autoRedefine/>
    <w:qFormat/>
    <w:rsid w:val="00AA6519"/>
    <w:pPr>
      <w:numPr>
        <w:ilvl w:val="2"/>
        <w:numId w:val="8"/>
      </w:numPr>
      <w:tabs>
        <w:tab w:val="left" w:pos="221"/>
      </w:tabs>
      <w:spacing w:before="80" w:after="80"/>
      <w:ind w:left="1702" w:hanging="284"/>
    </w:pPr>
    <w:rPr>
      <w:color w:val="000000" w:themeColor="text1"/>
      <w:sz w:val="20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table" w:customStyle="1" w:styleId="14">
    <w:name w:val="Стиль1"/>
    <w:basedOn w:val="a3"/>
    <w:uiPriority w:val="99"/>
    <w:rsid w:val="00842847"/>
    <w:pPr>
      <w:widowControl/>
      <w:autoSpaceDE/>
      <w:autoSpaceDN/>
    </w:pPr>
    <w:rPr>
      <w:rFonts w:ascii="Arial" w:hAnsi="Arial"/>
      <w:sz w:val="18"/>
    </w:rPr>
    <w:tblPr>
      <w:jc w:val="center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rPr>
      <w:jc w:val="center"/>
    </w:trPr>
    <w:tcPr>
      <w:vAlign w:val="center"/>
    </w:tcPr>
    <w:tblStylePr w:type="firstRow">
      <w:rPr>
        <w:rFonts w:ascii="Arial" w:hAnsi="Arial"/>
        <w:sz w:val="18"/>
      </w:rPr>
      <w:tblPr/>
      <w:tcPr>
        <w:shd w:val="clear" w:color="auto" w:fill="0000FF"/>
      </w:tcPr>
    </w:tblStylePr>
  </w:style>
  <w:style w:type="character" w:customStyle="1" w:styleId="42">
    <w:name w:val="Буллиты уровень 4 ПБС Знак"/>
    <w:basedOn w:val="35"/>
    <w:link w:val="40"/>
    <w:rsid w:val="00AA6519"/>
    <w:rPr>
      <w:rFonts w:ascii="Arial" w:eastAsia="Calibri" w:hAnsi="Arial" w:cs="Arial"/>
      <w:color w:val="000000" w:themeColor="text1"/>
      <w:sz w:val="20"/>
      <w:szCs w:val="16"/>
      <w:lang w:val="ru-RU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paragraph" w:customStyle="1" w:styleId="3">
    <w:name w:val="Нумерация 3 Уровень ПБС"/>
    <w:basedOn w:val="a0"/>
    <w:link w:val="38"/>
    <w:autoRedefine/>
    <w:qFormat/>
    <w:rsid w:val="00AA6519"/>
    <w:pPr>
      <w:numPr>
        <w:ilvl w:val="0"/>
        <w:numId w:val="4"/>
      </w:numPr>
      <w:tabs>
        <w:tab w:val="left" w:pos="221"/>
      </w:tabs>
      <w:spacing w:before="80" w:after="80" w:line="276" w:lineRule="auto"/>
    </w:pPr>
    <w:rPr>
      <w:lang w:val="en-US"/>
    </w:rPr>
  </w:style>
  <w:style w:type="character" w:customStyle="1" w:styleId="38">
    <w:name w:val="Нумерация 3 Уровень ПБС Знак"/>
    <w:basedOn w:val="aff4"/>
    <w:link w:val="3"/>
    <w:rsid w:val="00AA6519"/>
    <w:rPr>
      <w:rFonts w:ascii="Arial" w:eastAsia="Calibri" w:hAnsi="Arial" w:cs="Arial"/>
      <w:color w:val="262626"/>
      <w:sz w:val="20"/>
      <w:szCs w:val="20"/>
      <w:lang w:val="ru-RU"/>
    </w:rPr>
  </w:style>
  <w:style w:type="paragraph" w:styleId="aff8">
    <w:name w:val="No Spacing"/>
    <w:link w:val="aff9"/>
    <w:uiPriority w:val="1"/>
    <w:rsid w:val="008258A0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ff9">
    <w:name w:val="Без интервала Знак"/>
    <w:basedOn w:val="a2"/>
    <w:link w:val="aff8"/>
    <w:uiPriority w:val="1"/>
    <w:rsid w:val="008258A0"/>
    <w:rPr>
      <w:rFonts w:eastAsiaTheme="minorEastAsia"/>
      <w:lang w:val="ru-RU" w:eastAsia="ru-RU"/>
    </w:rPr>
  </w:style>
  <w:style w:type="paragraph" w:customStyle="1" w:styleId="affa">
    <w:name w:val="Титульный ПБС"/>
    <w:basedOn w:val="a1"/>
    <w:link w:val="affb"/>
    <w:autoRedefine/>
    <w:qFormat/>
    <w:rsid w:val="00056C62"/>
    <w:pPr>
      <w:spacing w:line="245" w:lineRule="auto"/>
    </w:pPr>
    <w:rPr>
      <w:rFonts w:ascii="Arial" w:hAnsi="Arial"/>
      <w:bCs/>
    </w:rPr>
  </w:style>
  <w:style w:type="table" w:styleId="-3">
    <w:name w:val="Grid Table 3"/>
    <w:basedOn w:val="a3"/>
    <w:uiPriority w:val="48"/>
    <w:rsid w:val="00920BC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affb">
    <w:name w:val="Титульный ПБС Знак"/>
    <w:basedOn w:val="a2"/>
    <w:link w:val="affa"/>
    <w:rsid w:val="00056C62"/>
    <w:rPr>
      <w:rFonts w:ascii="Arial" w:eastAsia="Microsoft Sans Serif" w:hAnsi="Arial" w:cs="Microsoft Sans Serif"/>
      <w:bCs/>
      <w:lang w:val="ru-RU"/>
    </w:rPr>
  </w:style>
  <w:style w:type="paragraph" w:customStyle="1" w:styleId="affc">
    <w:name w:val="Ссылка ПБС"/>
    <w:basedOn w:val="af3"/>
    <w:link w:val="affd"/>
    <w:autoRedefine/>
    <w:qFormat/>
    <w:rsid w:val="00917969"/>
    <w:rPr>
      <w:color w:val="0000FF"/>
      <w:u w:val="single"/>
    </w:rPr>
  </w:style>
  <w:style w:type="paragraph" w:customStyle="1" w:styleId="affe">
    <w:name w:val="Форма"/>
    <w:basedOn w:val="af3"/>
    <w:link w:val="afff"/>
    <w:rsid w:val="00053E45"/>
  </w:style>
  <w:style w:type="character" w:customStyle="1" w:styleId="affd">
    <w:name w:val="Ссылка ПБС Знак"/>
    <w:basedOn w:val="af4"/>
    <w:link w:val="affc"/>
    <w:rsid w:val="00917969"/>
    <w:rPr>
      <w:rFonts w:ascii="Arial" w:eastAsia="Arial" w:hAnsi="Arial" w:cs="Arial"/>
      <w:color w:val="0000FF"/>
      <w:sz w:val="20"/>
      <w:u w:val="single"/>
      <w:lang w:val="ru-RU"/>
    </w:rPr>
  </w:style>
  <w:style w:type="paragraph" w:customStyle="1" w:styleId="-">
    <w:name w:val="Чек-лист"/>
    <w:basedOn w:val="af3"/>
    <w:link w:val="-0"/>
    <w:autoRedefine/>
    <w:rsid w:val="00094F86"/>
    <w:pPr>
      <w:numPr>
        <w:numId w:val="18"/>
      </w:numPr>
      <w:ind w:left="0" w:firstLine="0"/>
    </w:pPr>
    <w:rPr>
      <w:shd w:val="clear" w:color="auto" w:fill="FFFFFF"/>
    </w:rPr>
  </w:style>
  <w:style w:type="character" w:customStyle="1" w:styleId="a6">
    <w:name w:val="Основной текст Знак"/>
    <w:basedOn w:val="a2"/>
    <w:link w:val="a5"/>
    <w:uiPriority w:val="1"/>
    <w:rsid w:val="0093763E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character" w:customStyle="1" w:styleId="afff">
    <w:name w:val="Форма Знак"/>
    <w:basedOn w:val="af4"/>
    <w:link w:val="affe"/>
    <w:rsid w:val="00053E45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00">
    <w:name w:val="00 ИМЯ ДОКУМЕНТА"/>
    <w:basedOn w:val="a1"/>
    <w:rsid w:val="00D270DE"/>
    <w:pPr>
      <w:widowControl/>
      <w:autoSpaceDE/>
      <w:autoSpaceDN/>
      <w:spacing w:after="284"/>
      <w:ind w:left="-108" w:right="-108"/>
      <w:jc w:val="center"/>
      <w:outlineLvl w:val="0"/>
    </w:pPr>
    <w:rPr>
      <w:rFonts w:ascii="Arial" w:eastAsia="Times New Roman" w:hAnsi="Arial" w:cs="Arial"/>
      <w:b/>
      <w:lang w:eastAsia="ru-RU"/>
    </w:rPr>
  </w:style>
  <w:style w:type="character" w:customStyle="1" w:styleId="-0">
    <w:name w:val="Чек-лист Знак"/>
    <w:basedOn w:val="af4"/>
    <w:link w:val="-"/>
    <w:rsid w:val="00094F86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afff0">
    <w:name w:val="Маленький текст форма ПБС"/>
    <w:basedOn w:val="af3"/>
    <w:link w:val="afff1"/>
    <w:qFormat/>
    <w:rsid w:val="004C7D6A"/>
    <w:rPr>
      <w:color w:val="7F7F7F" w:themeColor="text1" w:themeTint="80"/>
      <w:sz w:val="16"/>
      <w:szCs w:val="16"/>
    </w:rPr>
  </w:style>
  <w:style w:type="paragraph" w:customStyle="1" w:styleId="06">
    <w:name w:val="06 ТАБЛИЦА В ТЕКСТЕ"/>
    <w:link w:val="060"/>
    <w:rsid w:val="00E321B4"/>
    <w:pPr>
      <w:widowControl/>
      <w:autoSpaceDE/>
      <w:autoSpaceDN/>
      <w:spacing w:before="100"/>
      <w:ind w:left="-85" w:right="-85"/>
    </w:pPr>
    <w:rPr>
      <w:rFonts w:ascii="Arial" w:eastAsia="Times New Roman" w:hAnsi="Arial" w:cs="Arial"/>
      <w:sz w:val="20"/>
      <w:lang w:val="ru-RU"/>
    </w:rPr>
  </w:style>
  <w:style w:type="character" w:customStyle="1" w:styleId="afff1">
    <w:name w:val="Маленький текст форма ПБС Знак"/>
    <w:basedOn w:val="af4"/>
    <w:link w:val="afff0"/>
    <w:rsid w:val="004C7D6A"/>
    <w:rPr>
      <w:rFonts w:ascii="Arial" w:eastAsia="Arial" w:hAnsi="Arial" w:cs="Arial"/>
      <w:color w:val="7F7F7F" w:themeColor="text1" w:themeTint="80"/>
      <w:sz w:val="16"/>
      <w:szCs w:val="16"/>
      <w:lang w:val="ru-RU"/>
    </w:rPr>
  </w:style>
  <w:style w:type="character" w:customStyle="1" w:styleId="060">
    <w:name w:val="06 ТАБЛИЦА В ТЕКСТЕ Знак"/>
    <w:link w:val="06"/>
    <w:rsid w:val="00E321B4"/>
    <w:rPr>
      <w:rFonts w:ascii="Arial" w:eastAsia="Times New Roman" w:hAnsi="Arial" w:cs="Arial"/>
      <w:sz w:val="20"/>
      <w:lang w:val="ru-RU"/>
    </w:rPr>
  </w:style>
  <w:style w:type="paragraph" w:customStyle="1" w:styleId="01">
    <w:name w:val="01 ЗНАЧЕНИЯ ПОЛЕЙ"/>
    <w:rsid w:val="00E321B4"/>
    <w:pPr>
      <w:widowControl/>
      <w:autoSpaceDE/>
      <w:autoSpaceDN/>
      <w:spacing w:before="120"/>
      <w:ind w:left="34" w:right="-85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100">
    <w:name w:val="10 ТЕКСТ СНОСКИ"/>
    <w:basedOn w:val="aff"/>
    <w:rsid w:val="004C7D6A"/>
    <w:pPr>
      <w:widowControl/>
      <w:autoSpaceDE/>
      <w:autoSpaceDN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afff2">
    <w:name w:val="не трогать (для дизайнера)"/>
    <w:basedOn w:val="34"/>
    <w:link w:val="afff3"/>
    <w:qFormat/>
    <w:rsid w:val="006F7EA6"/>
    <w:rPr>
      <w:color w:val="auto"/>
      <w:sz w:val="20"/>
      <w:szCs w:val="20"/>
    </w:rPr>
  </w:style>
  <w:style w:type="character" w:customStyle="1" w:styleId="afff3">
    <w:name w:val="не трогать (для дизайнера) Знак"/>
    <w:link w:val="afff2"/>
    <w:rsid w:val="006F7EA6"/>
    <w:rPr>
      <w:rFonts w:ascii="Arial" w:eastAsia="Calibri" w:hAnsi="Arial" w:cs="Arial"/>
      <w:sz w:val="20"/>
      <w:szCs w:val="20"/>
      <w:lang w:val="ru-RU"/>
    </w:rPr>
  </w:style>
  <w:style w:type="paragraph" w:customStyle="1" w:styleId="15">
    <w:name w:val="Буллиты уровень 1 ПБС"/>
    <w:basedOn w:val="30"/>
    <w:link w:val="16"/>
    <w:autoRedefine/>
    <w:qFormat/>
    <w:rsid w:val="00E449EA"/>
    <w:pPr>
      <w:ind w:left="568"/>
    </w:pPr>
  </w:style>
  <w:style w:type="paragraph" w:customStyle="1" w:styleId="24">
    <w:name w:val="Подзаголовок уровень 2 ПБС"/>
    <w:basedOn w:val="af9"/>
    <w:link w:val="25"/>
    <w:autoRedefine/>
    <w:qFormat/>
    <w:rsid w:val="00C83F87"/>
    <w:rPr>
      <w:sz w:val="22"/>
    </w:rPr>
  </w:style>
  <w:style w:type="character" w:customStyle="1" w:styleId="16">
    <w:name w:val="Буллиты уровень 1 ПБС Знак"/>
    <w:basedOn w:val="36"/>
    <w:link w:val="15"/>
    <w:rsid w:val="00E449EA"/>
    <w:rPr>
      <w:rFonts w:ascii="Arial" w:eastAsia="Calibri" w:hAnsi="Arial" w:cs="Arial"/>
      <w:sz w:val="20"/>
      <w:szCs w:val="20"/>
      <w:lang w:val="ru-RU"/>
    </w:rPr>
  </w:style>
  <w:style w:type="character" w:customStyle="1" w:styleId="25">
    <w:name w:val="Подзаголовок уровень 2 ПБС Знак"/>
    <w:basedOn w:val="afa"/>
    <w:link w:val="24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ConsNormal">
    <w:name w:val="ConsNormal"/>
    <w:rsid w:val="00314A34"/>
    <w:pPr>
      <w:widowControl/>
      <w:adjustRightInd w:val="0"/>
      <w:ind w:right="19772" w:firstLine="720"/>
    </w:pPr>
    <w:rPr>
      <w:rFonts w:ascii="Arial" w:eastAsia="Times New Roman" w:hAnsi="Arial" w:cs="Arial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9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mol\Desktop\&#1087;&#1073;&#1089;\&#1089;&#1076;&#1077;&#1083;&#1072;&#1085;&#1086;\&#1064;&#1072;&#1073;&#1083;&#1086;&#1085;%20&#1055;&#1041;&#1057;%20&#1087;&#1091;&#1089;&#1090;&#1086;&#108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8E340-5329-4CB7-A314-7689E6CDD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ПБС пустой.dotx</Template>
  <TotalTime>37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ermolinasof08@gmail.com</dc:creator>
  <cp:keywords/>
  <dc:description/>
  <cp:lastModifiedBy>Olesia Vlasova</cp:lastModifiedBy>
  <cp:revision>3</cp:revision>
  <cp:lastPrinted>2023-04-18T16:29:00Z</cp:lastPrinted>
  <dcterms:created xsi:type="dcterms:W3CDTF">2023-08-04T14:48:00Z</dcterms:created>
  <dcterms:modified xsi:type="dcterms:W3CDTF">2023-09-05T10:01:00Z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2023-03-06T00:00:00Z</vt:filetime>
  </property>
</Properties>
</file>